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645D9" w14:textId="77777777" w:rsidR="0005713B" w:rsidRPr="00723452" w:rsidRDefault="008746E7" w:rsidP="0005713B">
      <w:pPr>
        <w:jc w:val="center"/>
        <w:rPr>
          <w:rFonts w:asciiTheme="minorEastAsia" w:eastAsiaTheme="minorEastAsia" w:hAnsiTheme="minorEastAsia"/>
          <w:sz w:val="24"/>
        </w:rPr>
      </w:pPr>
      <w:r w:rsidRPr="00723452">
        <w:rPr>
          <w:rFonts w:asciiTheme="minorEastAsia" w:eastAsiaTheme="minorEastAsia" w:hAnsiTheme="minorEastAsia" w:hint="eastAsia"/>
          <w:sz w:val="24"/>
        </w:rPr>
        <w:t>未来口腔医療研究センター</w:t>
      </w:r>
      <w:r w:rsidR="003464E0" w:rsidRPr="00723452">
        <w:rPr>
          <w:rFonts w:asciiTheme="minorEastAsia" w:eastAsiaTheme="minorEastAsia" w:hAnsiTheme="minorEastAsia" w:hint="eastAsia"/>
          <w:sz w:val="24"/>
        </w:rPr>
        <w:t>特殊</w:t>
      </w:r>
      <w:r w:rsidR="008E1AD3" w:rsidRPr="00723452">
        <w:rPr>
          <w:rFonts w:asciiTheme="minorEastAsia" w:eastAsiaTheme="minorEastAsia" w:hAnsiTheme="minorEastAsia" w:hint="eastAsia"/>
          <w:sz w:val="24"/>
        </w:rPr>
        <w:t>実験</w:t>
      </w:r>
      <w:r w:rsidR="00BB7E80" w:rsidRPr="00723452">
        <w:rPr>
          <w:rFonts w:asciiTheme="minorEastAsia" w:eastAsiaTheme="minorEastAsia" w:hAnsiTheme="minorEastAsia" w:hint="eastAsia"/>
          <w:sz w:val="24"/>
        </w:rPr>
        <w:t>室</w:t>
      </w:r>
      <w:r w:rsidR="008E1AD3" w:rsidRPr="00723452">
        <w:rPr>
          <w:rFonts w:asciiTheme="minorEastAsia" w:eastAsiaTheme="minorEastAsia" w:hAnsiTheme="minorEastAsia" w:hint="eastAsia"/>
          <w:sz w:val="24"/>
        </w:rPr>
        <w:t>（機器含む）</w:t>
      </w:r>
      <w:r w:rsidR="00AA74C0" w:rsidRPr="00723452">
        <w:rPr>
          <w:rFonts w:asciiTheme="minorEastAsia" w:eastAsiaTheme="minorEastAsia" w:hAnsiTheme="minorEastAsia" w:hint="eastAsia"/>
          <w:sz w:val="24"/>
        </w:rPr>
        <w:t>利用申請書</w:t>
      </w:r>
    </w:p>
    <w:p w14:paraId="0DE25B25" w14:textId="77777777" w:rsidR="003D2FC2" w:rsidRPr="008A41E4" w:rsidRDefault="0005713B" w:rsidP="00E850CF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 w:rsidR="008746E7" w:rsidRPr="00CC3F6A">
        <w:rPr>
          <w:rFonts w:asciiTheme="minorEastAsia" w:eastAsiaTheme="minorEastAsia" w:hAnsiTheme="minorEastAsia" w:hint="eastAsia"/>
          <w:sz w:val="24"/>
        </w:rPr>
        <w:t xml:space="preserve">　</w:t>
      </w:r>
      <w:r w:rsidR="00723452">
        <w:rPr>
          <w:rFonts w:asciiTheme="minorEastAsia" w:eastAsiaTheme="minorEastAsia" w:hAnsiTheme="minorEastAsia" w:hint="eastAsia"/>
          <w:sz w:val="24"/>
        </w:rPr>
        <w:t xml:space="preserve">　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年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月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日</w:t>
      </w:r>
    </w:p>
    <w:p w14:paraId="3FCF4E98" w14:textId="77777777" w:rsidR="008746E7" w:rsidRPr="00723452" w:rsidRDefault="00D434CC">
      <w:pPr>
        <w:rPr>
          <w:rFonts w:asciiTheme="minorEastAsia" w:eastAsiaTheme="minorEastAsia" w:hAnsiTheme="minorEastAsia"/>
          <w:szCs w:val="21"/>
        </w:rPr>
      </w:pPr>
      <w:r w:rsidRPr="00CC3F6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</w:rPr>
        <w:t>愛知学院大学大学院歯学研究科</w:t>
      </w:r>
    </w:p>
    <w:p w14:paraId="0F06E0E2" w14:textId="3488AF78" w:rsidR="00AA74C0" w:rsidRPr="00723452" w:rsidRDefault="008746E7" w:rsidP="00723452">
      <w:pPr>
        <w:ind w:firstLineChars="300" w:firstLine="605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未来口腔医療研究センター</w:t>
      </w:r>
      <w:r w:rsidR="00837DBF">
        <w:rPr>
          <w:rFonts w:asciiTheme="minorEastAsia" w:eastAsiaTheme="minorEastAsia" w:hAnsiTheme="minorEastAsia" w:hint="eastAsia"/>
          <w:szCs w:val="21"/>
        </w:rPr>
        <w:t>所</w:t>
      </w:r>
      <w:r w:rsidR="00AA74C0" w:rsidRPr="00723452">
        <w:rPr>
          <w:rFonts w:asciiTheme="minorEastAsia" w:eastAsiaTheme="minorEastAsia" w:hAnsiTheme="minorEastAsia" w:hint="eastAsia"/>
          <w:szCs w:val="21"/>
        </w:rPr>
        <w:t>長　殿</w:t>
      </w:r>
    </w:p>
    <w:p w14:paraId="15EDF268" w14:textId="77777777" w:rsidR="00AA74C0" w:rsidRPr="00723452" w:rsidRDefault="00AA74C0" w:rsidP="004B6C51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＜利用申請者＞</w:t>
      </w:r>
      <w:r w:rsidR="004B6C51"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4B6C51" w:rsidRPr="00723452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4792B03" w14:textId="77777777" w:rsidR="00AA74C0" w:rsidRPr="00723452" w:rsidRDefault="00AA74C0" w:rsidP="00AA74C0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所　　　属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17740AE1" w14:textId="77777777" w:rsidR="00AA74C0" w:rsidRDefault="00AA74C0" w:rsidP="00AA74C0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>職名・身分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59D205B8" w14:textId="77777777" w:rsidR="00150D31" w:rsidRPr="00723452" w:rsidRDefault="00150D31" w:rsidP="00150D31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カード番号</w:t>
      </w:r>
      <w:r w:rsidRPr="00150D31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</w:t>
      </w:r>
    </w:p>
    <w:p w14:paraId="69325595" w14:textId="77777777" w:rsidR="00AA74C0" w:rsidRPr="00723452" w:rsidRDefault="00AA74C0" w:rsidP="00AA74C0">
      <w:pPr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氏　　　名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>㊞</w:t>
      </w:r>
    </w:p>
    <w:p w14:paraId="4B0A2AFE" w14:textId="77777777" w:rsidR="003D2FC2" w:rsidRDefault="00AA74C0" w:rsidP="003D28DC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>連　絡　先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60202165" w14:textId="77777777" w:rsidR="003D28DC" w:rsidRPr="003D28DC" w:rsidRDefault="003D28DC" w:rsidP="003D28DC">
      <w:pPr>
        <w:jc w:val="right"/>
        <w:rPr>
          <w:rFonts w:asciiTheme="minorEastAsia" w:eastAsiaTheme="minorEastAsia" w:hAnsiTheme="minorEastAsia"/>
          <w:szCs w:val="21"/>
          <w:u w:val="single"/>
        </w:rPr>
      </w:pPr>
    </w:p>
    <w:p w14:paraId="4BAE18B3" w14:textId="77777777" w:rsidR="00AA74C0" w:rsidRPr="00723452" w:rsidRDefault="008746E7" w:rsidP="00723452">
      <w:pPr>
        <w:ind w:firstLineChars="100" w:firstLine="202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未来口腔医療研究センター</w:t>
      </w:r>
      <w:r w:rsidR="00932F11" w:rsidRPr="00723452">
        <w:rPr>
          <w:rFonts w:asciiTheme="minorEastAsia" w:eastAsiaTheme="minorEastAsia" w:hAnsiTheme="minorEastAsia" w:hint="eastAsia"/>
          <w:szCs w:val="21"/>
        </w:rPr>
        <w:t>の特殊実験室（機器含む）</w:t>
      </w:r>
      <w:r w:rsidRPr="00723452">
        <w:rPr>
          <w:rFonts w:asciiTheme="minorEastAsia" w:eastAsiaTheme="minorEastAsia" w:hAnsiTheme="minorEastAsia" w:hint="eastAsia"/>
          <w:szCs w:val="21"/>
        </w:rPr>
        <w:t>の利用を下記のとおり</w:t>
      </w:r>
      <w:r w:rsidR="00AA74C0" w:rsidRPr="00723452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70F67247" w14:textId="77777777" w:rsidR="003D2FC2" w:rsidRPr="00723452" w:rsidRDefault="008746E7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なお、機器・施設の利用に際しては未来口腔医療研究センター</w:t>
      </w:r>
      <w:r w:rsidR="00AA74C0" w:rsidRPr="00723452">
        <w:rPr>
          <w:rFonts w:asciiTheme="minorEastAsia" w:eastAsiaTheme="minorEastAsia" w:hAnsiTheme="minorEastAsia" w:hint="eastAsia"/>
          <w:szCs w:val="21"/>
        </w:rPr>
        <w:t>利用規則を遵守するとともに、</w:t>
      </w:r>
      <w:r w:rsidR="004B6C51" w:rsidRPr="00723452">
        <w:rPr>
          <w:rFonts w:asciiTheme="minorEastAsia" w:eastAsiaTheme="minorEastAsia" w:hAnsiTheme="minorEastAsia" w:hint="eastAsia"/>
          <w:szCs w:val="21"/>
        </w:rPr>
        <w:t>使用に伴う一切の責任を負います。</w:t>
      </w:r>
    </w:p>
    <w:p w14:paraId="398AF32C" w14:textId="77777777" w:rsidR="004B6C51" w:rsidRPr="003D28DC" w:rsidRDefault="004B6C51" w:rsidP="003D28DC">
      <w:pPr>
        <w:pStyle w:val="a3"/>
        <w:rPr>
          <w:rFonts w:asciiTheme="minorEastAsia" w:eastAsiaTheme="minorEastAsia" w:hAnsiTheme="minorEastAsia"/>
          <w:sz w:val="21"/>
          <w:szCs w:val="21"/>
        </w:rPr>
      </w:pPr>
      <w:r w:rsidRPr="00723452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229FAFAF" w14:textId="77777777" w:rsidR="004B6C51" w:rsidRPr="0058726B" w:rsidRDefault="004B6C51" w:rsidP="004B6C51">
      <w:pPr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１．利用期間　</w:t>
      </w:r>
      <w:r w:rsidR="00427FE0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>西暦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年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　月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日　～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>西暦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年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　月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日</w:t>
      </w:r>
    </w:p>
    <w:p w14:paraId="6323981A" w14:textId="77777777" w:rsidR="004A2F8A" w:rsidRPr="0058726B" w:rsidRDefault="004A2F8A" w:rsidP="004A2F8A">
      <w:pPr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２．研究テーマ及び利用目的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925"/>
      </w:tblGrid>
      <w:tr w:rsidR="004A2F8A" w:rsidRPr="0058726B" w14:paraId="733B76FB" w14:textId="77777777" w:rsidTr="00A1069B">
        <w:trPr>
          <w:trHeight w:val="308"/>
        </w:trPr>
        <w:tc>
          <w:tcPr>
            <w:tcW w:w="8925" w:type="dxa"/>
          </w:tcPr>
          <w:p w14:paraId="678EFAE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68A321D5" w14:textId="77777777" w:rsidTr="00A1069B">
        <w:trPr>
          <w:trHeight w:val="308"/>
        </w:trPr>
        <w:tc>
          <w:tcPr>
            <w:tcW w:w="8925" w:type="dxa"/>
          </w:tcPr>
          <w:p w14:paraId="4B5074F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586174FC" w14:textId="77777777" w:rsidTr="00A1069B">
        <w:trPr>
          <w:trHeight w:val="308"/>
        </w:trPr>
        <w:tc>
          <w:tcPr>
            <w:tcW w:w="8925" w:type="dxa"/>
          </w:tcPr>
          <w:p w14:paraId="5555D1E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DD1D5FE" w14:textId="77777777" w:rsidR="004A2F8A" w:rsidRPr="0058726B" w:rsidRDefault="008E1AD3" w:rsidP="00723452">
      <w:pPr>
        <w:ind w:firstLineChars="100" w:firstLine="192"/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〔機器</w:t>
      </w:r>
      <w:r w:rsidR="004A2F8A" w:rsidRPr="0058726B">
        <w:rPr>
          <w:rFonts w:asciiTheme="minorEastAsia" w:eastAsiaTheme="minorEastAsia" w:hAnsiTheme="minorEastAsia" w:hint="eastAsia"/>
          <w:sz w:val="20"/>
          <w:szCs w:val="20"/>
        </w:rPr>
        <w:t>名〕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895"/>
      </w:tblGrid>
      <w:tr w:rsidR="004A2F8A" w:rsidRPr="0058726B" w14:paraId="58CC3A89" w14:textId="77777777" w:rsidTr="00A1069B">
        <w:trPr>
          <w:trHeight w:val="331"/>
        </w:trPr>
        <w:tc>
          <w:tcPr>
            <w:tcW w:w="8895" w:type="dxa"/>
          </w:tcPr>
          <w:p w14:paraId="660B4112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32095FFF" w14:textId="77777777" w:rsidTr="00A1069B">
        <w:trPr>
          <w:trHeight w:val="331"/>
        </w:trPr>
        <w:tc>
          <w:tcPr>
            <w:tcW w:w="8895" w:type="dxa"/>
          </w:tcPr>
          <w:p w14:paraId="2DEE824C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CB490EE" w14:textId="77777777" w:rsidR="004A2F8A" w:rsidRPr="0058726B" w:rsidRDefault="008E1AD3" w:rsidP="00723452">
      <w:pPr>
        <w:ind w:firstLineChars="100" w:firstLine="192"/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〔施設・部屋</w:t>
      </w:r>
      <w:r w:rsidR="004A2F8A" w:rsidRPr="0058726B">
        <w:rPr>
          <w:rFonts w:asciiTheme="minorEastAsia" w:eastAsiaTheme="minorEastAsia" w:hAnsiTheme="minorEastAsia" w:hint="eastAsia"/>
          <w:sz w:val="20"/>
          <w:szCs w:val="20"/>
        </w:rPr>
        <w:t>名〕</w:t>
      </w:r>
      <w:r w:rsidR="003D2FC2" w:rsidRPr="0058726B">
        <w:rPr>
          <w:rFonts w:asciiTheme="minorEastAsia" w:eastAsiaTheme="minorEastAsia" w:hAnsiTheme="minorEastAsia" w:hint="eastAsia"/>
          <w:sz w:val="20"/>
          <w:szCs w:val="20"/>
        </w:rPr>
        <w:t>使用される部屋に○を付けてください。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865"/>
      </w:tblGrid>
      <w:tr w:rsidR="004A2F8A" w:rsidRPr="0058726B" w14:paraId="05295962" w14:textId="77777777" w:rsidTr="00A1069B">
        <w:trPr>
          <w:trHeight w:val="368"/>
        </w:trPr>
        <w:tc>
          <w:tcPr>
            <w:tcW w:w="8865" w:type="dxa"/>
          </w:tcPr>
          <w:p w14:paraId="2628C564" w14:textId="77777777" w:rsidR="004A2F8A" w:rsidRPr="0058726B" w:rsidRDefault="003D2FC2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1.　バイオクリーンルーム</w:t>
            </w:r>
          </w:p>
        </w:tc>
      </w:tr>
      <w:tr w:rsidR="004A2F8A" w:rsidRPr="0058726B" w14:paraId="01FA30C2" w14:textId="77777777" w:rsidTr="00A1069B">
        <w:trPr>
          <w:trHeight w:val="368"/>
        </w:trPr>
        <w:tc>
          <w:tcPr>
            <w:tcW w:w="8865" w:type="dxa"/>
          </w:tcPr>
          <w:p w14:paraId="1E56C617" w14:textId="77777777" w:rsidR="004A2F8A" w:rsidRPr="0058726B" w:rsidRDefault="003D2FC2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2.　低湿度試料保管室</w:t>
            </w:r>
            <w:r w:rsidR="001C4728"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（遺伝子バンキングルーム）</w:t>
            </w:r>
          </w:p>
        </w:tc>
      </w:tr>
    </w:tbl>
    <w:p w14:paraId="762D3221" w14:textId="77777777" w:rsidR="009746A1" w:rsidRPr="00723452" w:rsidRDefault="009746A1" w:rsidP="0058726B">
      <w:pPr>
        <w:spacing w:line="180" w:lineRule="exact"/>
        <w:rPr>
          <w:rFonts w:asciiTheme="minorEastAsia" w:eastAsiaTheme="minorEastAsia" w:hAnsiTheme="minorEastAsia"/>
          <w:szCs w:val="21"/>
        </w:rPr>
      </w:pPr>
    </w:p>
    <w:p w14:paraId="3EE909E9" w14:textId="77777777" w:rsidR="003B17F4" w:rsidRPr="00723452" w:rsidRDefault="003B17F4" w:rsidP="00723452">
      <w:pPr>
        <w:ind w:firstLineChars="100" w:firstLine="202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当機関に所属する上記の者が、標記の申請を行うことを承諾します。</w:t>
      </w:r>
    </w:p>
    <w:p w14:paraId="0D2E0C09" w14:textId="77777777" w:rsidR="003B17F4" w:rsidRPr="00723452" w:rsidRDefault="003B17F4" w:rsidP="003B17F4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申請者の所属機関または部署の長の職・氏名・職印</w:t>
      </w:r>
    </w:p>
    <w:p w14:paraId="3A906753" w14:textId="77777777" w:rsidR="003B17F4" w:rsidRPr="00723452" w:rsidRDefault="003B17F4" w:rsidP="003B17F4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63124F">
        <w:rPr>
          <w:rFonts w:asciiTheme="minorEastAsia" w:eastAsiaTheme="minorEastAsia" w:hAnsiTheme="minorEastAsia" w:hint="eastAsia"/>
          <w:szCs w:val="21"/>
        </w:rPr>
        <w:t>所属：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</w:t>
      </w:r>
      <w:r w:rsidR="0063124F">
        <w:rPr>
          <w:rFonts w:asciiTheme="minorEastAsia" w:eastAsiaTheme="minorEastAsia" w:hAnsiTheme="minorEastAsia" w:hint="eastAsia"/>
          <w:szCs w:val="21"/>
        </w:rPr>
        <w:t>職名：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50D89B84" w14:textId="77777777" w:rsidR="00FC708C" w:rsidRDefault="003B17F4" w:rsidP="004A2F8A">
      <w:pPr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63124F" w:rsidRPr="0063124F">
        <w:rPr>
          <w:rFonts w:asciiTheme="minorEastAsia" w:eastAsiaTheme="minorEastAsia" w:hAnsiTheme="minorEastAsia" w:hint="eastAsia"/>
          <w:szCs w:val="21"/>
          <w:u w:val="single"/>
        </w:rPr>
        <w:t>氏名：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印</w:t>
      </w:r>
    </w:p>
    <w:p w14:paraId="20D2F1EB" w14:textId="77777777" w:rsidR="003D28DC" w:rsidRPr="00723452" w:rsidRDefault="003D28DC" w:rsidP="004A2F8A">
      <w:pPr>
        <w:rPr>
          <w:rFonts w:asciiTheme="minorEastAsia" w:eastAsiaTheme="minorEastAsia" w:hAnsiTheme="minorEastAsia"/>
          <w:szCs w:val="21"/>
          <w:u w:val="single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268"/>
      </w:tblGrid>
      <w:tr w:rsidR="0071166F" w14:paraId="00F78535" w14:textId="77777777" w:rsidTr="0058726B">
        <w:trPr>
          <w:trHeight w:val="2897"/>
          <w:jc w:val="center"/>
        </w:trPr>
        <w:tc>
          <w:tcPr>
            <w:tcW w:w="9268" w:type="dxa"/>
          </w:tcPr>
          <w:p w14:paraId="57978B7A" w14:textId="77777777" w:rsidR="0071166F" w:rsidRDefault="0063124F" w:rsidP="0071166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西暦</w:t>
            </w:r>
            <w:r w:rsidR="0071166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71166F">
              <w:rPr>
                <w:rFonts w:asciiTheme="minorEastAsia" w:eastAsiaTheme="minorEastAsia" w:hAnsiTheme="minorEastAsia" w:hint="eastAsia"/>
                <w:szCs w:val="21"/>
              </w:rPr>
              <w:t xml:space="preserve">　　年　　　月　　　日</w:t>
            </w:r>
          </w:p>
          <w:p w14:paraId="6BCEAF9E" w14:textId="77777777" w:rsidR="0071166F" w:rsidRDefault="0071166F" w:rsidP="0071166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回　答　書</w:t>
            </w:r>
          </w:p>
          <w:p w14:paraId="73343A9B" w14:textId="77777777" w:rsidR="0071166F" w:rsidRDefault="0071166F" w:rsidP="004A2F8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様</w:t>
            </w:r>
          </w:p>
          <w:p w14:paraId="35B9300A" w14:textId="77777777" w:rsidR="0071166F" w:rsidRPr="0071166F" w:rsidRDefault="0071166F" w:rsidP="0071166F">
            <w:pPr>
              <w:ind w:firstLineChars="2000" w:firstLine="383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1166F">
              <w:rPr>
                <w:rFonts w:asciiTheme="minorEastAsia" w:eastAsiaTheme="minorEastAsia" w:hAnsiTheme="minorEastAsia" w:hint="eastAsia"/>
                <w:sz w:val="20"/>
                <w:szCs w:val="20"/>
              </w:rPr>
              <w:t>愛知学院大学大学院歯学研究科</w:t>
            </w:r>
          </w:p>
          <w:p w14:paraId="1C74C07C" w14:textId="0715DE78" w:rsidR="0071166F" w:rsidRDefault="0071166F" w:rsidP="0071166F">
            <w:pPr>
              <w:ind w:firstLineChars="2100" w:firstLine="4023"/>
              <w:rPr>
                <w:rFonts w:asciiTheme="minorEastAsia" w:eastAsiaTheme="minorEastAsia" w:hAnsiTheme="minorEastAsia"/>
                <w:szCs w:val="21"/>
              </w:rPr>
            </w:pPr>
            <w:r w:rsidRPr="0071166F">
              <w:rPr>
                <w:rFonts w:asciiTheme="minorEastAsia" w:eastAsiaTheme="minorEastAsia" w:hAnsiTheme="minorEastAsia" w:hint="eastAsia"/>
                <w:sz w:val="20"/>
                <w:szCs w:val="20"/>
              </w:rPr>
              <w:t>未来口腔医療研究センター長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6B1254">
              <w:rPr>
                <w:rFonts w:asciiTheme="minorEastAsia" w:eastAsiaTheme="minorEastAsia" w:hAnsiTheme="minorEastAsia" w:hint="eastAsia"/>
                <w:szCs w:val="21"/>
              </w:rPr>
              <w:t>長谷川　義明</w:t>
            </w:r>
          </w:p>
          <w:p w14:paraId="46090826" w14:textId="77777777" w:rsidR="0071166F" w:rsidRDefault="0071166F" w:rsidP="00A1069B">
            <w:pPr>
              <w:spacing w:before="240" w:after="240"/>
              <w:rPr>
                <w:rFonts w:asciiTheme="minorEastAsia" w:eastAsiaTheme="minorEastAsia" w:hAnsiTheme="minorEastAsia"/>
                <w:szCs w:val="21"/>
              </w:rPr>
            </w:pPr>
            <w:r w:rsidRPr="0071166F">
              <w:rPr>
                <w:rFonts w:asciiTheme="minorEastAsia" w:eastAsiaTheme="minorEastAsia" w:hAnsiTheme="minorEastAsia" w:hint="eastAsia"/>
                <w:szCs w:val="21"/>
              </w:rPr>
              <w:t>未来口腔医療研究センター特殊実験室（機器含む）利用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について、下記のとおり通知いたします。</w:t>
            </w:r>
          </w:p>
          <w:p w14:paraId="50D11AA1" w14:textId="68170EF0" w:rsidR="00A1069B" w:rsidRPr="0071166F" w:rsidRDefault="0071166F" w:rsidP="0058726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承認　・　不承認</w:t>
            </w:r>
          </w:p>
        </w:tc>
        <w:bookmarkStart w:id="0" w:name="_GoBack"/>
        <w:bookmarkEnd w:id="0"/>
      </w:tr>
    </w:tbl>
    <w:p w14:paraId="32BDF941" w14:textId="77777777" w:rsidR="00A1069B" w:rsidRDefault="00A1069B" w:rsidP="0041747E">
      <w:pPr>
        <w:rPr>
          <w:rFonts w:asciiTheme="majorEastAsia" w:eastAsiaTheme="majorEastAsia" w:hAnsiTheme="majorEastAsia"/>
          <w:sz w:val="18"/>
          <w:szCs w:val="22"/>
        </w:rPr>
      </w:pPr>
    </w:p>
    <w:p w14:paraId="3D0FF287" w14:textId="77777777" w:rsidR="002B07C4" w:rsidRPr="00A1069B" w:rsidRDefault="002B07C4" w:rsidP="00A1069B">
      <w:pPr>
        <w:ind w:leftChars="-70" w:hangingChars="82" w:hanging="141"/>
        <w:rPr>
          <w:rFonts w:asciiTheme="majorEastAsia" w:eastAsiaTheme="majorEastAsia" w:hAnsiTheme="majorEastAsia"/>
          <w:sz w:val="18"/>
          <w:szCs w:val="22"/>
          <w:u w:val="single"/>
        </w:rPr>
      </w:pPr>
      <w:r w:rsidRPr="00A1069B">
        <w:rPr>
          <w:rFonts w:asciiTheme="majorEastAsia" w:eastAsiaTheme="majorEastAsia" w:hAnsiTheme="majorEastAsia" w:hint="eastAsia"/>
          <w:sz w:val="18"/>
          <w:szCs w:val="22"/>
        </w:rPr>
        <w:t>未来口腔医療研究センター特殊実験室（機器含む）利用申請について</w:t>
      </w:r>
      <w:r w:rsidR="00A1069B">
        <w:rPr>
          <w:rFonts w:asciiTheme="majorEastAsia" w:eastAsiaTheme="majorEastAsia" w:hAnsiTheme="majorEastAsia" w:hint="eastAsia"/>
          <w:sz w:val="18"/>
          <w:szCs w:val="22"/>
        </w:rPr>
        <w:t>、</w:t>
      </w:r>
      <w:r w:rsidRPr="00A1069B">
        <w:rPr>
          <w:rFonts w:asciiTheme="majorEastAsia" w:eastAsiaTheme="majorEastAsia" w:hAnsiTheme="majorEastAsia" w:hint="eastAsia"/>
          <w:sz w:val="18"/>
          <w:szCs w:val="22"/>
        </w:rPr>
        <w:t>ご承認頂ける場合は</w:t>
      </w:r>
      <w:r w:rsidR="00A1069B">
        <w:rPr>
          <w:rFonts w:asciiTheme="majorEastAsia" w:eastAsiaTheme="majorEastAsia" w:hAnsiTheme="majorEastAsia" w:hint="eastAsia"/>
          <w:sz w:val="18"/>
          <w:szCs w:val="22"/>
        </w:rPr>
        <w:t>以下に</w:t>
      </w:r>
      <w:r w:rsidRPr="00A1069B">
        <w:rPr>
          <w:rFonts w:asciiTheme="majorEastAsia" w:eastAsiaTheme="majorEastAsia" w:hAnsiTheme="majorEastAsia" w:hint="eastAsia"/>
          <w:sz w:val="18"/>
          <w:szCs w:val="22"/>
        </w:rPr>
        <w:t>押印をお願いいたします。</w:t>
      </w:r>
    </w:p>
    <w:tbl>
      <w:tblPr>
        <w:tblStyle w:val="a5"/>
        <w:tblpPr w:leftFromText="142" w:rightFromText="142" w:vertAnchor="text" w:horzAnchor="margin" w:tblpXSpec="center" w:tblpY="178"/>
        <w:tblW w:w="10255" w:type="dxa"/>
        <w:tblLook w:val="04A0" w:firstRow="1" w:lastRow="0" w:firstColumn="1" w:lastColumn="0" w:noHBand="0" w:noVBand="1"/>
      </w:tblPr>
      <w:tblGrid>
        <w:gridCol w:w="930"/>
        <w:gridCol w:w="931"/>
        <w:gridCol w:w="931"/>
        <w:gridCol w:w="931"/>
        <w:gridCol w:w="931"/>
        <w:gridCol w:w="931"/>
        <w:gridCol w:w="931"/>
        <w:gridCol w:w="931"/>
        <w:gridCol w:w="946"/>
        <w:gridCol w:w="931"/>
        <w:gridCol w:w="931"/>
      </w:tblGrid>
      <w:tr w:rsidR="00F30B3C" w14:paraId="34397EC6" w14:textId="77777777" w:rsidTr="00F30B3C">
        <w:trPr>
          <w:trHeight w:val="268"/>
        </w:trPr>
        <w:tc>
          <w:tcPr>
            <w:tcW w:w="930" w:type="dxa"/>
            <w:vMerge w:val="restart"/>
            <w:vAlign w:val="center"/>
          </w:tcPr>
          <w:p w14:paraId="16EFCE74" w14:textId="664FBCF9" w:rsidR="00F30B3C" w:rsidRPr="00DC4AA5" w:rsidRDefault="00F30B3C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C4AA5">
              <w:rPr>
                <w:rFonts w:asciiTheme="minorEastAsia" w:eastAsiaTheme="minorEastAsia" w:hAnsiTheme="minorEastAsia" w:hint="eastAsia"/>
                <w:sz w:val="16"/>
                <w:szCs w:val="16"/>
              </w:rPr>
              <w:t>前田</w:t>
            </w:r>
          </w:p>
          <w:p w14:paraId="25BA15E5" w14:textId="77777777" w:rsidR="00F30B3C" w:rsidRPr="009A7657" w:rsidRDefault="00F30B3C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DC4AA5">
              <w:rPr>
                <w:rFonts w:asciiTheme="minorEastAsia" w:eastAsiaTheme="minorEastAsia" w:hAnsiTheme="minorEastAsia" w:hint="eastAsia"/>
                <w:sz w:val="16"/>
                <w:szCs w:val="16"/>
              </w:rPr>
              <w:t>研究科長</w:t>
            </w:r>
          </w:p>
        </w:tc>
        <w:tc>
          <w:tcPr>
            <w:tcW w:w="931" w:type="dxa"/>
            <w:vMerge w:val="restart"/>
            <w:vAlign w:val="center"/>
          </w:tcPr>
          <w:p w14:paraId="76C939CE" w14:textId="77777777" w:rsidR="00F30B3C" w:rsidRDefault="00F30B3C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嶋崎</w:t>
            </w:r>
          </w:p>
          <w:p w14:paraId="20BB7C97" w14:textId="5172A914" w:rsidR="00F30B3C" w:rsidRDefault="00F30B3C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ｾﾝﾀｰ幹事兼部門長</w:t>
            </w:r>
          </w:p>
        </w:tc>
        <w:tc>
          <w:tcPr>
            <w:tcW w:w="7463" w:type="dxa"/>
            <w:gridSpan w:val="8"/>
          </w:tcPr>
          <w:p w14:paraId="53A75DEF" w14:textId="338A5B18" w:rsidR="00F30B3C" w:rsidRPr="009A7657" w:rsidRDefault="00F30B3C" w:rsidP="000C59AF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部門長</w:t>
            </w:r>
          </w:p>
        </w:tc>
        <w:tc>
          <w:tcPr>
            <w:tcW w:w="931" w:type="dxa"/>
          </w:tcPr>
          <w:p w14:paraId="56CB72B0" w14:textId="77777777" w:rsidR="00F30B3C" w:rsidRDefault="00F30B3C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低湿度</w:t>
            </w:r>
          </w:p>
          <w:p w14:paraId="55FBB41C" w14:textId="77777777" w:rsidR="00F30B3C" w:rsidRPr="009A7657" w:rsidRDefault="00F30B3C" w:rsidP="00A1069B">
            <w:pPr>
              <w:spacing w:line="180" w:lineRule="exact"/>
              <w:ind w:leftChars="-53" w:left="-107" w:firstLineChars="15" w:firstLine="23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試料保管室</w:t>
            </w:r>
          </w:p>
        </w:tc>
      </w:tr>
      <w:tr w:rsidR="001C09A7" w14:paraId="347EA7D9" w14:textId="77777777" w:rsidTr="00A713F2">
        <w:trPr>
          <w:trHeight w:val="344"/>
        </w:trPr>
        <w:tc>
          <w:tcPr>
            <w:tcW w:w="930" w:type="dxa"/>
            <w:vMerge/>
            <w:vAlign w:val="center"/>
          </w:tcPr>
          <w:p w14:paraId="1CC13B49" w14:textId="77777777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1" w:type="dxa"/>
            <w:vMerge/>
            <w:vAlign w:val="center"/>
          </w:tcPr>
          <w:p w14:paraId="3B017B9B" w14:textId="77777777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1" w:type="dxa"/>
          </w:tcPr>
          <w:p w14:paraId="42A935CA" w14:textId="77777777" w:rsidR="001C09A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林達秀</w:t>
            </w:r>
          </w:p>
          <w:p w14:paraId="2FB98FE2" w14:textId="44D95A40" w:rsidR="001C09A7" w:rsidRPr="000C59AF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</w:tcPr>
          <w:p w14:paraId="1F069EC0" w14:textId="77777777" w:rsidR="001C09A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三谷</w:t>
            </w:r>
          </w:p>
          <w:p w14:paraId="0086585B" w14:textId="5C04FEFE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教授</w:t>
            </w:r>
          </w:p>
        </w:tc>
        <w:tc>
          <w:tcPr>
            <w:tcW w:w="931" w:type="dxa"/>
            <w:vAlign w:val="center"/>
          </w:tcPr>
          <w:p w14:paraId="3466E496" w14:textId="77777777" w:rsidR="001C09A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加藤</w:t>
            </w:r>
          </w:p>
          <w:p w14:paraId="3CF846F8" w14:textId="6A5C22A2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70FC44B2" w14:textId="77777777" w:rsidR="001C09A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鶴田</w:t>
            </w:r>
          </w:p>
          <w:p w14:paraId="4A349FF2" w14:textId="18E44D03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0A776FA8" w14:textId="77777777" w:rsidR="001C09A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夏目</w:t>
            </w:r>
          </w:p>
          <w:p w14:paraId="06E5DC8D" w14:textId="23033B00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特診教授</w:t>
            </w:r>
          </w:p>
        </w:tc>
        <w:tc>
          <w:tcPr>
            <w:tcW w:w="931" w:type="dxa"/>
            <w:vAlign w:val="center"/>
          </w:tcPr>
          <w:p w14:paraId="3FFFEB7B" w14:textId="303E8760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前田教授</w:t>
            </w:r>
          </w:p>
        </w:tc>
        <w:tc>
          <w:tcPr>
            <w:tcW w:w="946" w:type="dxa"/>
            <w:vAlign w:val="center"/>
          </w:tcPr>
          <w:p w14:paraId="57F9A918" w14:textId="717B0ABC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成瀬教授</w:t>
            </w:r>
          </w:p>
        </w:tc>
        <w:tc>
          <w:tcPr>
            <w:tcW w:w="931" w:type="dxa"/>
            <w:vAlign w:val="center"/>
          </w:tcPr>
          <w:p w14:paraId="1FD8EEA3" w14:textId="77777777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0C59AF">
              <w:rPr>
                <w:rFonts w:asciiTheme="minorEastAsia" w:eastAsiaTheme="minorEastAsia" w:hAnsiTheme="minorEastAsia" w:hint="eastAsia"/>
                <w:sz w:val="16"/>
              </w:rPr>
              <w:t>河合教授</w:t>
            </w:r>
          </w:p>
        </w:tc>
        <w:tc>
          <w:tcPr>
            <w:tcW w:w="931" w:type="dxa"/>
            <w:vAlign w:val="center"/>
          </w:tcPr>
          <w:p w14:paraId="6047B2C9" w14:textId="65385AFE" w:rsidR="001C09A7" w:rsidRPr="005B6651" w:rsidRDefault="005B6651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4"/>
              </w:rPr>
            </w:pPr>
            <w:r w:rsidRPr="005B6651">
              <w:rPr>
                <w:rFonts w:asciiTheme="minorEastAsia" w:eastAsiaTheme="minorEastAsia" w:hAnsiTheme="minorEastAsia" w:hint="eastAsia"/>
                <w:sz w:val="14"/>
              </w:rPr>
              <w:t>長谷川義明</w:t>
            </w:r>
          </w:p>
          <w:p w14:paraId="39A2C57A" w14:textId="3E07BB22" w:rsidR="001C09A7" w:rsidRPr="009A7657" w:rsidRDefault="001C09A7" w:rsidP="001C09A7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教授</w:t>
            </w:r>
          </w:p>
        </w:tc>
      </w:tr>
      <w:tr w:rsidR="001C09A7" w14:paraId="38E8D750" w14:textId="77777777" w:rsidTr="00F30B3C">
        <w:trPr>
          <w:trHeight w:val="836"/>
        </w:trPr>
        <w:tc>
          <w:tcPr>
            <w:tcW w:w="930" w:type="dxa"/>
          </w:tcPr>
          <w:p w14:paraId="79F9F117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7D6674EE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0E02E5FE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EA0C931" w14:textId="7CD18C5E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9534B05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6B71E012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0AAE09E7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1BEA408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6" w:type="dxa"/>
          </w:tcPr>
          <w:p w14:paraId="19A79AD4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4DEB7B46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DE5187A" w14:textId="77777777" w:rsidR="001C09A7" w:rsidRDefault="001C09A7" w:rsidP="001C09A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798ED7B" w14:textId="77777777" w:rsidR="002B07C4" w:rsidRPr="00A1069B" w:rsidRDefault="002B07C4" w:rsidP="0041747E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sectPr w:rsidR="002B07C4" w:rsidRPr="00A1069B" w:rsidSect="00A1069B">
      <w:pgSz w:w="11906" w:h="16838" w:code="9"/>
      <w:pgMar w:top="567" w:right="1134" w:bottom="142" w:left="1134" w:header="0" w:footer="0" w:gutter="0"/>
      <w:pgNumType w:start="13"/>
      <w:cols w:space="425"/>
      <w:docGrid w:type="linesAndChars" w:linePitch="32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A2062" w14:textId="77777777" w:rsidR="00F30B3C" w:rsidRDefault="00F30B3C" w:rsidP="008746E7">
      <w:r>
        <w:separator/>
      </w:r>
    </w:p>
  </w:endnote>
  <w:endnote w:type="continuationSeparator" w:id="0">
    <w:p w14:paraId="620853C3" w14:textId="77777777" w:rsidR="00F30B3C" w:rsidRDefault="00F30B3C" w:rsidP="0087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B6439" w14:textId="77777777" w:rsidR="00F30B3C" w:rsidRDefault="00F30B3C" w:rsidP="008746E7">
      <w:r>
        <w:separator/>
      </w:r>
    </w:p>
  </w:footnote>
  <w:footnote w:type="continuationSeparator" w:id="0">
    <w:p w14:paraId="7BF4F125" w14:textId="77777777" w:rsidR="00F30B3C" w:rsidRDefault="00F30B3C" w:rsidP="00874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C0"/>
    <w:rsid w:val="0005713B"/>
    <w:rsid w:val="000C5054"/>
    <w:rsid w:val="000C59AF"/>
    <w:rsid w:val="00150D31"/>
    <w:rsid w:val="0015608B"/>
    <w:rsid w:val="001C09A7"/>
    <w:rsid w:val="001C4728"/>
    <w:rsid w:val="001D4905"/>
    <w:rsid w:val="002374B8"/>
    <w:rsid w:val="00290DC3"/>
    <w:rsid w:val="002B0577"/>
    <w:rsid w:val="002B07C4"/>
    <w:rsid w:val="00305A82"/>
    <w:rsid w:val="0031591B"/>
    <w:rsid w:val="003235F6"/>
    <w:rsid w:val="003464E0"/>
    <w:rsid w:val="003B17F4"/>
    <w:rsid w:val="003D0192"/>
    <w:rsid w:val="003D28DC"/>
    <w:rsid w:val="003D2FC2"/>
    <w:rsid w:val="0041747E"/>
    <w:rsid w:val="00427FE0"/>
    <w:rsid w:val="00433EC0"/>
    <w:rsid w:val="00491D9F"/>
    <w:rsid w:val="0049571E"/>
    <w:rsid w:val="004A2F8A"/>
    <w:rsid w:val="004B6C51"/>
    <w:rsid w:val="00521C7D"/>
    <w:rsid w:val="005428BB"/>
    <w:rsid w:val="0058726B"/>
    <w:rsid w:val="005B6651"/>
    <w:rsid w:val="005D64B9"/>
    <w:rsid w:val="0063124F"/>
    <w:rsid w:val="00640C2B"/>
    <w:rsid w:val="0065641E"/>
    <w:rsid w:val="006602CD"/>
    <w:rsid w:val="0066710E"/>
    <w:rsid w:val="00676F98"/>
    <w:rsid w:val="00695A7C"/>
    <w:rsid w:val="006B1254"/>
    <w:rsid w:val="0071166F"/>
    <w:rsid w:val="00723452"/>
    <w:rsid w:val="007402FD"/>
    <w:rsid w:val="007726DF"/>
    <w:rsid w:val="00776225"/>
    <w:rsid w:val="00781559"/>
    <w:rsid w:val="007B36CA"/>
    <w:rsid w:val="007C0447"/>
    <w:rsid w:val="007E27D5"/>
    <w:rsid w:val="00801925"/>
    <w:rsid w:val="00837DBF"/>
    <w:rsid w:val="008746E7"/>
    <w:rsid w:val="008A41E4"/>
    <w:rsid w:val="008E1AD3"/>
    <w:rsid w:val="00932F11"/>
    <w:rsid w:val="009746A1"/>
    <w:rsid w:val="00984A1F"/>
    <w:rsid w:val="00992B30"/>
    <w:rsid w:val="009A7657"/>
    <w:rsid w:val="009D07F3"/>
    <w:rsid w:val="00A1069B"/>
    <w:rsid w:val="00A128BA"/>
    <w:rsid w:val="00A23391"/>
    <w:rsid w:val="00A3564A"/>
    <w:rsid w:val="00A37FA4"/>
    <w:rsid w:val="00AA74C0"/>
    <w:rsid w:val="00AE2850"/>
    <w:rsid w:val="00B2676B"/>
    <w:rsid w:val="00B45547"/>
    <w:rsid w:val="00B7334F"/>
    <w:rsid w:val="00BA584A"/>
    <w:rsid w:val="00BB19FB"/>
    <w:rsid w:val="00BB7E80"/>
    <w:rsid w:val="00BC470C"/>
    <w:rsid w:val="00BD68FE"/>
    <w:rsid w:val="00C6711A"/>
    <w:rsid w:val="00C9519C"/>
    <w:rsid w:val="00CB10D9"/>
    <w:rsid w:val="00CC3F6A"/>
    <w:rsid w:val="00CD76B5"/>
    <w:rsid w:val="00D01A36"/>
    <w:rsid w:val="00D24D74"/>
    <w:rsid w:val="00D434CC"/>
    <w:rsid w:val="00D70DEF"/>
    <w:rsid w:val="00D82B27"/>
    <w:rsid w:val="00D96934"/>
    <w:rsid w:val="00DB3D2A"/>
    <w:rsid w:val="00DC4AA5"/>
    <w:rsid w:val="00E33D18"/>
    <w:rsid w:val="00E46362"/>
    <w:rsid w:val="00E55D26"/>
    <w:rsid w:val="00E850CF"/>
    <w:rsid w:val="00EA4CD9"/>
    <w:rsid w:val="00F30B3C"/>
    <w:rsid w:val="00F34E42"/>
    <w:rsid w:val="00F8537A"/>
    <w:rsid w:val="00FB3A0A"/>
    <w:rsid w:val="00FC15A8"/>
    <w:rsid w:val="00FC708C"/>
    <w:rsid w:val="00FD4B3A"/>
    <w:rsid w:val="00FE744B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15F43EE"/>
  <w15:docId w15:val="{9DFEB59E-20B9-4730-842D-6512BED7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F18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B6C51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4B6C51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4B6C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8746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46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8746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6E7"/>
    <w:rPr>
      <w:kern w:val="2"/>
      <w:sz w:val="21"/>
      <w:szCs w:val="24"/>
    </w:rPr>
  </w:style>
  <w:style w:type="paragraph" w:styleId="aa">
    <w:name w:val="Balloon Text"/>
    <w:basedOn w:val="a"/>
    <w:link w:val="ab"/>
    <w:semiHidden/>
    <w:unhideWhenUsed/>
    <w:rsid w:val="00D969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9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39847375.dotm</Template>
  <TotalTime>13</TotalTime>
  <Pages>1</Pages>
  <Words>563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口腔先端科学研究所実験室（機器含む）利用申請書</vt:lpstr>
      <vt:lpstr>口腔先端科学研究所実験室（機器含む）利用申請書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口腔先端科学研究所実験室（機器含む）利用申請書</dc:title>
  <dc:subject/>
  <dc:creator>mamiya</dc:creator>
  <cp:keywords/>
  <dc:description/>
  <cp:lastModifiedBy>歯学部</cp:lastModifiedBy>
  <cp:revision>4</cp:revision>
  <cp:lastPrinted>2020-11-25T00:12:00Z</cp:lastPrinted>
  <dcterms:created xsi:type="dcterms:W3CDTF">2023-03-14T07:37:00Z</dcterms:created>
  <dcterms:modified xsi:type="dcterms:W3CDTF">2023-10-30T07:40:00Z</dcterms:modified>
</cp:coreProperties>
</file>